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1B6E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1B6E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Γ4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1B6EAB" w:rsidRPr="001B6E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Ο2.Ε29 </w:t>
            </w:r>
            <w:bookmarkStart w:id="0" w:name="_GoBack"/>
            <w:bookmarkEnd w:id="0"/>
            <w:r w:rsidR="001B6EAB" w:rsidRPr="001B6EAB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1B6EAB" w:rsidRPr="001B6E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04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1B6EA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FE320D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με Ενσωματωμένα Ηχεία Λευκός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B6EA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5019CC" w:rsidRDefault="001B6EAB" w:rsidP="001B6EAB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Projection System: 3LCD Technology, RGB liquid crystal shutter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5019CC" w:rsidRDefault="001B6EAB" w:rsidP="001B6EAB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LCD Panel: 0.59 inch with MLA (D10)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B6EA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FE320D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Φωτεινότητα: 3.000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Lumen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- 2.000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Lumen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στην οικονομική λειτουργία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Ανάλυση: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HD 1080p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Aspect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Ratio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16:9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B6EAB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Αναλογία αντίθεσης: 16.000:1</w:t>
            </w:r>
          </w:p>
        </w:tc>
        <w:tc>
          <w:tcPr>
            <w:tcW w:w="1441" w:type="dxa"/>
          </w:tcPr>
          <w:p w:rsidR="001B6EAB" w:rsidRPr="00EF62A6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B6EAB" w:rsidRPr="00EF62A6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B6EAB" w:rsidRPr="00EF62A6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Πηγή φωτός: Λάμπα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C60E4A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FE320D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Τραπεζοειδής διόρθωση: Αυτόματα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vertical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: ± 30 °, Χειροκίνητο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horizontal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± 30 °</w:t>
            </w:r>
          </w:p>
        </w:tc>
        <w:tc>
          <w:tcPr>
            <w:tcW w:w="1441" w:type="dxa"/>
          </w:tcPr>
          <w:p w:rsidR="001B6EAB" w:rsidRDefault="001B6EAB" w:rsidP="001B6EAB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C60E4A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Επεξεργασία βίντεο: 8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Bit</w:t>
            </w:r>
            <w:proofErr w:type="spellEnd"/>
          </w:p>
        </w:tc>
        <w:tc>
          <w:tcPr>
            <w:tcW w:w="1441" w:type="dxa"/>
          </w:tcPr>
          <w:p w:rsidR="001B6EAB" w:rsidRDefault="001B6EAB" w:rsidP="001B6EAB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C60E4A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FE320D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Ρυθμός ανανέωσης σε κατακόρυφο 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: 100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- 120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</w:p>
        </w:tc>
        <w:tc>
          <w:tcPr>
            <w:tcW w:w="1441" w:type="dxa"/>
          </w:tcPr>
          <w:p w:rsidR="001B6EAB" w:rsidRDefault="001B6EAB" w:rsidP="001B6EAB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C60E4A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Αναπαραγωγή χρωμάτων: 16.77 εκατομμύρια χρώματα</w:t>
            </w:r>
          </w:p>
        </w:tc>
        <w:tc>
          <w:tcPr>
            <w:tcW w:w="1441" w:type="dxa"/>
          </w:tcPr>
          <w:p w:rsidR="001B6EAB" w:rsidRDefault="001B6EAB" w:rsidP="001B6EAB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C60E4A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Throw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ratio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1.19 - 1.61:1</w:t>
            </w:r>
          </w:p>
        </w:tc>
        <w:tc>
          <w:tcPr>
            <w:tcW w:w="1441" w:type="dxa"/>
          </w:tcPr>
          <w:p w:rsidR="001B6EAB" w:rsidRDefault="001B6EAB" w:rsidP="001B6EAB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C60E4A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Μεγέθυνση: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Digital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Factor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1 - 1.35</w:t>
            </w:r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Μέγεθος προβολής: 26 - 391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inches</w:t>
            </w:r>
            <w:proofErr w:type="spellEnd"/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Απόσταση προβολής: 0.9 - 10.4 m</w:t>
            </w:r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FE320D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Ευρυγώνιος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φακός/τηλεφακός απόστασης προβολής: 1.64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( 60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screen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Εστίαση: Χειροκίνητα</w:t>
            </w:r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Offset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7:1</w:t>
            </w:r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FE320D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Συνδεσιμότητα: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2.0-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2.0 τύπου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(μόνο για υπηρεσία),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5019CC" w:rsidRDefault="001B6EAB" w:rsidP="001B6EAB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Ασφάλεια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Προστασία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Kensington, Padlock, Security cable hole</w:t>
            </w:r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22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FE320D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Colour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Modes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: Δυναμικά, Κινηματογράφος, Παρουσίαση,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sRGB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Πίνακας,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Vivid</w:t>
            </w:r>
            <w:proofErr w:type="spellEnd"/>
          </w:p>
        </w:tc>
        <w:tc>
          <w:tcPr>
            <w:tcW w:w="1441" w:type="dxa"/>
          </w:tcPr>
          <w:p w:rsidR="001B6EAB" w:rsidRDefault="001B6EAB" w:rsidP="001B6EAB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Κατανάλωση ενέργειας: 270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Watt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Peak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5019CC" w:rsidRDefault="001B6EAB" w:rsidP="001B6EAB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Επίπεδο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θορύβου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Normal 38 dB - Economy 29 dB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Ηχεία: 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Watt</w:t>
            </w:r>
            <w:proofErr w:type="spellEnd"/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Τηλεχειρισμός με μπαταρίες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B6EAB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B6EAB" w:rsidRPr="00684924" w:rsidRDefault="001B6EAB" w:rsidP="001B6E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B6EAB" w:rsidRPr="00DF25B3" w:rsidRDefault="001B6EAB" w:rsidP="001B6E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Εγγύηση &gt;= 2Υ </w:t>
            </w:r>
          </w:p>
        </w:tc>
        <w:tc>
          <w:tcPr>
            <w:tcW w:w="1441" w:type="dxa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B6EAB" w:rsidRPr="00DF25B3" w:rsidRDefault="001B6EAB" w:rsidP="001B6E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E6292"/>
    <w:rsid w:val="002B7ED1"/>
    <w:rsid w:val="00305264"/>
    <w:rsid w:val="00406FB0"/>
    <w:rsid w:val="00633A63"/>
    <w:rsid w:val="00671793"/>
    <w:rsid w:val="00684924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04A0D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2</Pages>
  <Words>228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2025-09-10T07:34:00Z</dcterms:created>
  <dcterms:modified xsi:type="dcterms:W3CDTF">2025-09-10T07:34:00Z</dcterms:modified>
</cp:coreProperties>
</file>